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A97" w:rsidRPr="00353E95" w:rsidRDefault="00123A97" w:rsidP="000C397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53E95">
        <w:rPr>
          <w:rFonts w:ascii="Times New Roman" w:hAnsi="Times New Roman" w:cs="Times New Roman"/>
          <w:b/>
          <w:bCs/>
          <w:sz w:val="28"/>
          <w:szCs w:val="28"/>
        </w:rPr>
        <w:t xml:space="preserve">Положение о заочно-очном городском конкурсе </w:t>
      </w:r>
    </w:p>
    <w:p w:rsidR="00123A97" w:rsidRPr="00353E95" w:rsidRDefault="00123A97" w:rsidP="00353E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3E95">
        <w:rPr>
          <w:rFonts w:ascii="Times New Roman" w:hAnsi="Times New Roman" w:cs="Times New Roman"/>
          <w:b/>
          <w:bCs/>
          <w:sz w:val="28"/>
          <w:szCs w:val="28"/>
        </w:rPr>
        <w:t>«МИФ - Математика. Информатика. Физика. 2015»</w:t>
      </w:r>
    </w:p>
    <w:p w:rsidR="00123A97" w:rsidRPr="00353E95" w:rsidRDefault="00123A97" w:rsidP="00353E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3E95">
        <w:rPr>
          <w:rFonts w:ascii="Times New Roman" w:hAnsi="Times New Roman" w:cs="Times New Roman"/>
          <w:b/>
          <w:bCs/>
          <w:sz w:val="28"/>
          <w:szCs w:val="28"/>
        </w:rPr>
        <w:t>для обучающихся 8-11 классов</w:t>
      </w:r>
    </w:p>
    <w:p w:rsidR="00123A97" w:rsidRPr="00353E95" w:rsidRDefault="00123A97" w:rsidP="00353E9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3A97" w:rsidRPr="00353E95" w:rsidRDefault="00123A97" w:rsidP="00353E9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53E95">
        <w:rPr>
          <w:rFonts w:ascii="Times New Roman" w:hAnsi="Times New Roman" w:cs="Times New Roman"/>
          <w:b/>
          <w:bCs/>
          <w:sz w:val="28"/>
          <w:szCs w:val="28"/>
        </w:rPr>
        <w:t>1. Общие положения.</w:t>
      </w:r>
    </w:p>
    <w:p w:rsidR="00123A97" w:rsidRPr="00353E95" w:rsidRDefault="00123A97" w:rsidP="00353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>1.1. Настоящее Положение определяет условия организации и проведения заочно-очного городского конкурса МИФ - Математика. Информатика. Физика. 2015» (Далее - Конкурс).</w:t>
      </w:r>
    </w:p>
    <w:p w:rsidR="00123A97" w:rsidRPr="00353E95" w:rsidRDefault="00123A97" w:rsidP="00353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>1.2. Конкурс проводится в рамках Городского стратегического подпроекта «Одаренные дети» в 2015-2016 учебном году.</w:t>
      </w:r>
    </w:p>
    <w:p w:rsidR="00123A97" w:rsidRPr="00353E95" w:rsidRDefault="00123A97" w:rsidP="00353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>1.3. Учредителем Конкурса является Управление образования Администрации города Екатеринбурга.</w:t>
      </w:r>
    </w:p>
    <w:p w:rsidR="00123A97" w:rsidRPr="00353E95" w:rsidRDefault="00123A97" w:rsidP="00353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>1.4. Организация и проведение Конкурса регламентируются Законом Российской Федерации «Об образовании», нормативными актами Управления образования Администрации города Екатеринбурга, Отдела образования Орджоникидзевского района, Информационно-методического центра Орджоникидзевского района, МАУ ДО ГДТДиМ «Одаренность и технологии», локальными актами МБОУ СОШ № 117 и настоящим Положением.</w:t>
      </w:r>
    </w:p>
    <w:p w:rsidR="00123A97" w:rsidRPr="00353E95" w:rsidRDefault="00123A97" w:rsidP="00353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>1.5. Инициатор и организатор мероприятия: МБОУ СОШ № 117, ШМО учителей математики, информатики, физики.</w:t>
      </w:r>
    </w:p>
    <w:p w:rsidR="00123A97" w:rsidRPr="00353E95" w:rsidRDefault="00123A97" w:rsidP="00353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23A97" w:rsidRPr="00353E95" w:rsidRDefault="00123A97" w:rsidP="00353E9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53E95">
        <w:rPr>
          <w:rFonts w:ascii="Times New Roman" w:hAnsi="Times New Roman" w:cs="Times New Roman"/>
          <w:b/>
          <w:bCs/>
          <w:sz w:val="28"/>
          <w:szCs w:val="28"/>
        </w:rPr>
        <w:t>2. Цель и задачи.</w:t>
      </w:r>
    </w:p>
    <w:p w:rsidR="00123A97" w:rsidRPr="00353E95" w:rsidRDefault="00123A97" w:rsidP="00353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>2.1. Цель: создание благоприятных условий для развития интеллектуальных и творческих способностей одаренных детей в области «Математика», «Информатика», «Физика».</w:t>
      </w:r>
    </w:p>
    <w:p w:rsidR="00123A97" w:rsidRPr="00353E95" w:rsidRDefault="00123A97" w:rsidP="00353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>2.2.Задачи:</w:t>
      </w:r>
    </w:p>
    <w:p w:rsidR="00123A97" w:rsidRPr="00353E95" w:rsidRDefault="00123A97" w:rsidP="00353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>- развитие интеллектуального творчества обучающихся, привлечение их к прикладной деятельности;</w:t>
      </w:r>
    </w:p>
    <w:p w:rsidR="00123A97" w:rsidRPr="00353E95" w:rsidRDefault="00123A97" w:rsidP="00353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>- выявление наиболее способных и одаренных обучающихся в области интеллектуального творчества;</w:t>
      </w:r>
    </w:p>
    <w:p w:rsidR="00123A97" w:rsidRPr="00353E95" w:rsidRDefault="00123A97" w:rsidP="00353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>- создание условий для личностной самореализации обучающихся, направленных на организацию прикладной, проектной деятельности школьников;</w:t>
      </w:r>
    </w:p>
    <w:p w:rsidR="00123A97" w:rsidRPr="00353E95" w:rsidRDefault="00123A97" w:rsidP="00353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>- развитие регулятивных и познавательных универсальных действий обучающихся;</w:t>
      </w:r>
    </w:p>
    <w:p w:rsidR="00123A97" w:rsidRPr="00353E95" w:rsidRDefault="00123A97" w:rsidP="00353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>- подготовка обучающихся к участию в вузовских, региональных интеллектуально-творческих мероприятиях.</w:t>
      </w:r>
    </w:p>
    <w:p w:rsidR="00123A97" w:rsidRPr="00353E95" w:rsidRDefault="00123A97" w:rsidP="00353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23A97" w:rsidRPr="00353E95" w:rsidRDefault="00123A97" w:rsidP="00353E9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53E95">
        <w:rPr>
          <w:rFonts w:ascii="Times New Roman" w:hAnsi="Times New Roman" w:cs="Times New Roman"/>
          <w:b/>
          <w:bCs/>
          <w:sz w:val="28"/>
          <w:szCs w:val="28"/>
        </w:rPr>
        <w:t>3. Порядок организации и проведения конкурса.</w:t>
      </w:r>
    </w:p>
    <w:p w:rsidR="00123A97" w:rsidRPr="00353E95" w:rsidRDefault="00123A97" w:rsidP="00353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>3.1. Конкурс проходит на базе МБОУ СОШ № 117.</w:t>
      </w:r>
    </w:p>
    <w:p w:rsidR="00123A97" w:rsidRPr="00353E95" w:rsidRDefault="00123A97" w:rsidP="00353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>3.2. Участниками конкурса являются обучающиеся 8-11 классов общеобразовательных учреждений и средних профессиональных учреждений города, интересующиеся прикладными аспектами физико-математических наук.</w:t>
      </w:r>
    </w:p>
    <w:p w:rsidR="00123A97" w:rsidRPr="00353E95" w:rsidRDefault="00123A97" w:rsidP="00353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>3.3. Конкурс проводится в два этапа: заочный тур и очный тур.</w:t>
      </w:r>
    </w:p>
    <w:p w:rsidR="00123A97" w:rsidRPr="00353E95" w:rsidRDefault="00123A97" w:rsidP="00353E95">
      <w:pPr>
        <w:pStyle w:val="NoSpacing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>3.4. Заявка на участие в заочном туре Конкурса подается образовательным учреждением на электронный адрес 117.mif@gmail.com с 16 по 30 ноября 2015 года по установленной форме (см. Приложение № 2). В теме письма обязательно указывается: заявка на конкурс МИФ, номер школы и район. Заявка принимается при наличии данных требований, согласий на обработку данных участников Конкурса.</w:t>
      </w:r>
    </w:p>
    <w:p w:rsidR="00123A97" w:rsidRPr="00353E95" w:rsidRDefault="00123A97" w:rsidP="00353E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 xml:space="preserve">3.5. За две недели до заочного Конкурса на сайте проекта </w:t>
      </w:r>
      <w:hyperlink r:id="rId5" w:history="1">
        <w:r w:rsidRPr="00353E95">
          <w:rPr>
            <w:rStyle w:val="Hyperlink"/>
            <w:rFonts w:ascii="Times New Roman" w:hAnsi="Times New Roman" w:cs="Times New Roman"/>
            <w:sz w:val="28"/>
            <w:szCs w:val="28"/>
          </w:rPr>
          <w:t>https://sites.google.com/site/117mif/mif---2014</w:t>
        </w:r>
      </w:hyperlink>
      <w:r w:rsidRPr="00353E95">
        <w:rPr>
          <w:rFonts w:ascii="Times New Roman" w:hAnsi="Times New Roman" w:cs="Times New Roman"/>
          <w:sz w:val="28"/>
          <w:szCs w:val="28"/>
        </w:rPr>
        <w:t xml:space="preserve"> выкладывается демоверсия задания конкурса.</w:t>
      </w:r>
    </w:p>
    <w:p w:rsidR="00123A97" w:rsidRPr="00353E95" w:rsidRDefault="00123A97" w:rsidP="00353E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>Заочный тур проходит 5 декабря 2015 года с 15-00 по 17-00.</w:t>
      </w:r>
    </w:p>
    <w:p w:rsidR="00123A97" w:rsidRPr="00353E95" w:rsidRDefault="00123A97" w:rsidP="00353E95">
      <w:pPr>
        <w:pStyle w:val="NoSpacing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>Участникам предлагается конкурсная работа, выложенная на сайте проекта (</w:t>
      </w:r>
      <w:hyperlink r:id="rId6" w:history="1">
        <w:r w:rsidRPr="00353E95">
          <w:rPr>
            <w:rStyle w:val="Hyperlink"/>
            <w:rFonts w:ascii="Times New Roman" w:hAnsi="Times New Roman" w:cs="Times New Roman"/>
            <w:sz w:val="28"/>
            <w:szCs w:val="28"/>
          </w:rPr>
          <w:t>https://sites.google.com/site/117mif/mif---2014</w:t>
        </w:r>
      </w:hyperlink>
      <w:r w:rsidRPr="00353E95">
        <w:rPr>
          <w:rFonts w:ascii="Times New Roman" w:hAnsi="Times New Roman" w:cs="Times New Roman"/>
          <w:sz w:val="28"/>
          <w:szCs w:val="28"/>
        </w:rPr>
        <w:t>) в разделе «МИФ-2015, на сайте МБОУ СОШ № 117 в разделе «Программа «Одаренные дети» «МИФ-2015» (</w:t>
      </w:r>
      <w:hyperlink r:id="rId7" w:history="1">
        <w:r w:rsidRPr="00353E95">
          <w:rPr>
            <w:rStyle w:val="Hyperlink"/>
            <w:rFonts w:ascii="Times New Roman" w:hAnsi="Times New Roman" w:cs="Times New Roman"/>
            <w:sz w:val="28"/>
            <w:szCs w:val="28"/>
          </w:rPr>
          <w:t>http://117.uralschool.ru/info/26</w:t>
        </w:r>
      </w:hyperlink>
      <w:r w:rsidRPr="00353E95">
        <w:rPr>
          <w:rFonts w:ascii="Times New Roman" w:hAnsi="Times New Roman" w:cs="Times New Roman"/>
          <w:sz w:val="28"/>
          <w:szCs w:val="28"/>
        </w:rPr>
        <w:t>).</w:t>
      </w:r>
    </w:p>
    <w:p w:rsidR="00123A97" w:rsidRPr="00353E95" w:rsidRDefault="00123A97" w:rsidP="00353E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>Конкурсная работа представляет собой физико-математическую задачу (определение киноляпа с точки рения физики и его доказательства), которую нужно решить, оформить средствами Microsoft Office и отправить 5 декабря 2015 года до 17-10 на электронный адрес 117.mif@gmail.com.</w:t>
      </w:r>
    </w:p>
    <w:p w:rsidR="00123A97" w:rsidRPr="00353E95" w:rsidRDefault="00123A97" w:rsidP="00353E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>3.6. На очный тур приглашаются победители 1 тура (не более 30 человек), набравшие наибольшее количество баллов согласно критериям оценки конкурсных работ. Участники приглашаются в индивидуальном порядке, список участников очного тура публикуется на сайте школы и сайте проекта (</w:t>
      </w:r>
      <w:hyperlink r:id="rId8" w:history="1">
        <w:r w:rsidRPr="00353E95">
          <w:rPr>
            <w:rStyle w:val="Hyperlink"/>
            <w:rFonts w:ascii="Times New Roman" w:hAnsi="Times New Roman" w:cs="Times New Roman"/>
            <w:sz w:val="28"/>
            <w:szCs w:val="28"/>
          </w:rPr>
          <w:t>https://sites.google.com/site/117mif/mif---2014</w:t>
        </w:r>
      </w:hyperlink>
      <w:r w:rsidRPr="00353E95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353E95">
          <w:rPr>
            <w:rStyle w:val="Hyperlink"/>
            <w:rFonts w:ascii="Times New Roman" w:hAnsi="Times New Roman" w:cs="Times New Roman"/>
            <w:sz w:val="28"/>
            <w:szCs w:val="28"/>
          </w:rPr>
          <w:t>http://117.uralschool.ru/ info/26</w:t>
        </w:r>
      </w:hyperlink>
      <w:r w:rsidRPr="00353E95">
        <w:rPr>
          <w:rFonts w:ascii="Times New Roman" w:hAnsi="Times New Roman" w:cs="Times New Roman"/>
          <w:sz w:val="28"/>
          <w:szCs w:val="28"/>
        </w:rPr>
        <w:t>) до 8 декабря 2015 года.</w:t>
      </w:r>
    </w:p>
    <w:p w:rsidR="00123A97" w:rsidRPr="00353E95" w:rsidRDefault="00123A97" w:rsidP="00353E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>Очный тур проходит в МБОУ СОШ № 117 11 декабря 2015 г. в 14-30. Участники выполняют конкурсную работу по заданию, аналогичному заданию заочного тура, в течение 2 часов с 15-00 до 17-00.</w:t>
      </w:r>
    </w:p>
    <w:p w:rsidR="00123A97" w:rsidRPr="00353E95" w:rsidRDefault="00123A97" w:rsidP="00353E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23A97" w:rsidRPr="00353E95" w:rsidRDefault="00123A97" w:rsidP="00353E9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53E95">
        <w:rPr>
          <w:rFonts w:ascii="Times New Roman" w:hAnsi="Times New Roman" w:cs="Times New Roman"/>
          <w:b/>
          <w:bCs/>
          <w:sz w:val="28"/>
          <w:szCs w:val="28"/>
        </w:rPr>
        <w:t>4. Критерии оценки конкурсных работ.</w:t>
      </w:r>
    </w:p>
    <w:p w:rsidR="00123A97" w:rsidRPr="00353E95" w:rsidRDefault="00123A97" w:rsidP="00353E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 xml:space="preserve">4.1. Экспертиза созданного проекта проводится по следующим критериям (критерии оценки выложены на сайте проекта </w:t>
      </w:r>
      <w:hyperlink r:id="rId10" w:history="1">
        <w:r w:rsidRPr="00353E95">
          <w:rPr>
            <w:rStyle w:val="Hyperlink"/>
            <w:rFonts w:ascii="Times New Roman" w:hAnsi="Times New Roman" w:cs="Times New Roman"/>
            <w:sz w:val="28"/>
            <w:szCs w:val="28"/>
          </w:rPr>
          <w:t>https://sites.google.com/site/117mif/mif---2014</w:t>
        </w:r>
      </w:hyperlink>
      <w:r w:rsidRPr="00353E95">
        <w:rPr>
          <w:rFonts w:ascii="Times New Roman" w:hAnsi="Times New Roman" w:cs="Times New Roman"/>
          <w:sz w:val="28"/>
          <w:szCs w:val="28"/>
        </w:rPr>
        <w:t>):</w:t>
      </w:r>
    </w:p>
    <w:p w:rsidR="00123A97" w:rsidRPr="00353E95" w:rsidRDefault="00123A97" w:rsidP="00353E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>- наличие верного решения задачи с точки зрения физики;</w:t>
      </w:r>
    </w:p>
    <w:p w:rsidR="00123A97" w:rsidRPr="00353E95" w:rsidRDefault="00123A97" w:rsidP="00353E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>- создание математической модели задачи средствами MS Excel;</w:t>
      </w:r>
    </w:p>
    <w:p w:rsidR="00123A97" w:rsidRPr="00353E95" w:rsidRDefault="00123A97" w:rsidP="00353E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>- анимация средствами MS PowerPoint;</w:t>
      </w:r>
    </w:p>
    <w:p w:rsidR="00123A97" w:rsidRPr="00353E95" w:rsidRDefault="00123A97" w:rsidP="00353E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>- соответствие представленных работ (файлов) к требованиям оформления электронного документа.</w:t>
      </w:r>
    </w:p>
    <w:p w:rsidR="00123A97" w:rsidRPr="00353E95" w:rsidRDefault="00123A97" w:rsidP="00353E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3A97" w:rsidRPr="00353E95" w:rsidRDefault="00123A97" w:rsidP="00353E9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53E95">
        <w:rPr>
          <w:rFonts w:ascii="Times New Roman" w:hAnsi="Times New Roman" w:cs="Times New Roman"/>
          <w:b/>
          <w:bCs/>
          <w:sz w:val="28"/>
          <w:szCs w:val="28"/>
        </w:rPr>
        <w:t>5. Оргкомитет и Экспертный совет.</w:t>
      </w:r>
    </w:p>
    <w:p w:rsidR="00123A97" w:rsidRPr="00353E95" w:rsidRDefault="00123A97" w:rsidP="00353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>5.1. Оргкомитет конкурса состоит из учителей МБОУ СОШ № 117 (см. Приложение № 1) и является координирующим органом по подготовке и проведению конкурса.</w:t>
      </w:r>
    </w:p>
    <w:p w:rsidR="00123A97" w:rsidRPr="00353E95" w:rsidRDefault="00123A97" w:rsidP="00353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>5.2. Оргкомитет:</w:t>
      </w:r>
    </w:p>
    <w:p w:rsidR="00123A97" w:rsidRPr="00353E95" w:rsidRDefault="00123A97" w:rsidP="00353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>- определяет и координирует сроки проведения конкурса;</w:t>
      </w:r>
    </w:p>
    <w:p w:rsidR="00123A97" w:rsidRPr="00353E95" w:rsidRDefault="00123A97" w:rsidP="00353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>- проводит регистрацию участников;</w:t>
      </w:r>
    </w:p>
    <w:p w:rsidR="00123A97" w:rsidRPr="00353E95" w:rsidRDefault="00123A97" w:rsidP="00353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>- утверждает  состав Экспертного совета;</w:t>
      </w:r>
    </w:p>
    <w:p w:rsidR="00123A97" w:rsidRPr="00353E95" w:rsidRDefault="00123A97" w:rsidP="00353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>- разрабатывает критерии оценки конкурсных работ;</w:t>
      </w:r>
    </w:p>
    <w:p w:rsidR="00123A97" w:rsidRPr="00353E95" w:rsidRDefault="00123A97" w:rsidP="00353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>- ведет необходимую документацию по организации и проведению конкурса;</w:t>
      </w:r>
    </w:p>
    <w:p w:rsidR="00123A97" w:rsidRPr="00353E95" w:rsidRDefault="00123A97" w:rsidP="00353E95">
      <w:pPr>
        <w:pStyle w:val="NoSpacing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>- представляет информационный отчет по проведению конкурса в Городской дворец творчества детей и молодежи «Одаренность и технологии».</w:t>
      </w:r>
    </w:p>
    <w:p w:rsidR="00123A97" w:rsidRPr="00353E95" w:rsidRDefault="00123A97" w:rsidP="00353E95">
      <w:pPr>
        <w:tabs>
          <w:tab w:val="left" w:pos="284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>5.3. В состав Экспертного совета конкурса входят учителя математики, информатики и физики МБОУ СОШ № 117, школ ОУ города, представители профессорско-преподавательского состава ВУЗов, специалисты Банка экспертов Подпроекта «Одаренные дети».</w:t>
      </w:r>
    </w:p>
    <w:p w:rsidR="00123A97" w:rsidRPr="00353E95" w:rsidRDefault="00123A97" w:rsidP="00353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>5.4. Экспертный совет:</w:t>
      </w:r>
    </w:p>
    <w:p w:rsidR="00123A97" w:rsidRPr="00353E95" w:rsidRDefault="00123A97" w:rsidP="00353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>- проводит проверку конкурсных работ 5, 11 декабря 2015 г.;</w:t>
      </w:r>
    </w:p>
    <w:p w:rsidR="00123A97" w:rsidRPr="00353E95" w:rsidRDefault="00123A97" w:rsidP="00353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>- оценивает работы;</w:t>
      </w:r>
    </w:p>
    <w:p w:rsidR="00123A97" w:rsidRPr="00353E95" w:rsidRDefault="00123A97" w:rsidP="00353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>- готовит представление в оргкомитет на награждение участников очного тура конкурса.</w:t>
      </w:r>
    </w:p>
    <w:p w:rsidR="00123A97" w:rsidRPr="00353E95" w:rsidRDefault="00123A97" w:rsidP="00353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23A97" w:rsidRPr="00353E95" w:rsidRDefault="00123A97" w:rsidP="00353E9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53E95">
        <w:rPr>
          <w:rFonts w:ascii="Times New Roman" w:hAnsi="Times New Roman" w:cs="Times New Roman"/>
          <w:b/>
          <w:bCs/>
          <w:sz w:val="28"/>
          <w:szCs w:val="28"/>
        </w:rPr>
        <w:t>6. Подведение итогов Конкурса.</w:t>
      </w:r>
    </w:p>
    <w:p w:rsidR="00123A97" w:rsidRPr="00353E95" w:rsidRDefault="00123A97" w:rsidP="00353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 xml:space="preserve">6.1. Всем участникам заочного и очного тура вручаются сертификаты участника конкурса (электронная версия на сайте проекта </w:t>
      </w:r>
      <w:hyperlink r:id="rId11" w:history="1">
        <w:r w:rsidRPr="00353E95">
          <w:rPr>
            <w:rStyle w:val="Hyperlink"/>
            <w:rFonts w:ascii="Times New Roman" w:hAnsi="Times New Roman" w:cs="Times New Roman"/>
            <w:sz w:val="28"/>
            <w:szCs w:val="28"/>
          </w:rPr>
          <w:t>https://sites.google.com/site/117mif/mif---2014</w:t>
        </w:r>
      </w:hyperlink>
      <w:r w:rsidRPr="00353E95">
        <w:rPr>
          <w:rFonts w:ascii="Times New Roman" w:hAnsi="Times New Roman" w:cs="Times New Roman"/>
          <w:sz w:val="28"/>
          <w:szCs w:val="28"/>
        </w:rPr>
        <w:t>).</w:t>
      </w:r>
    </w:p>
    <w:p w:rsidR="00123A97" w:rsidRPr="00353E95" w:rsidRDefault="00123A97" w:rsidP="00353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>6.2. Победителями (1,2,3 место) очного тура конкурса становятся обучающиеся, набравшие наибольшее количество баллов в очном туре конкурса и награждаются дипломами и призами. Экспертный совет имеет право на присуждение номинации с выдачей диплома и приза участнику-номинанту.</w:t>
      </w:r>
    </w:p>
    <w:p w:rsidR="00123A97" w:rsidRPr="00353E95" w:rsidRDefault="00123A97" w:rsidP="00353E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>6.3. Победитель, призеры и номинанты определяются в день проведения очного этапа и оповещаются 14 декабря 2015 г. В течение недели с 14 по 19 декабря 2015 года победителю и призерам (и номинантам) присылают в школу и вручают дипломы и призы конкурса «МИФ-2015».</w:t>
      </w:r>
    </w:p>
    <w:p w:rsidR="00123A97" w:rsidRPr="00353E95" w:rsidRDefault="00123A97" w:rsidP="00353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 xml:space="preserve">6.3. Руководители победителей, призеров и  номинантов конкурса и директора школ, принявших активное участие в конкурсе, награждаются грамотами организаторов конкурса. </w:t>
      </w:r>
    </w:p>
    <w:p w:rsidR="00123A97" w:rsidRPr="00353E95" w:rsidRDefault="00123A97" w:rsidP="00353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>6.4. Апелляция и изменение результатов туров после подведения итогов заочного и очного тура конкурсов «МИФ-2015» не предусмотрены.</w:t>
      </w:r>
    </w:p>
    <w:p w:rsidR="00123A97" w:rsidRPr="00353E95" w:rsidRDefault="00123A97" w:rsidP="00353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 xml:space="preserve">6.5.Результаты конкурса публикуются на сайте проекта </w:t>
      </w:r>
      <w:hyperlink r:id="rId12" w:history="1">
        <w:r w:rsidRPr="00353E95">
          <w:rPr>
            <w:rStyle w:val="Hyperlink"/>
            <w:rFonts w:ascii="Times New Roman" w:hAnsi="Times New Roman" w:cs="Times New Roman"/>
            <w:sz w:val="28"/>
            <w:szCs w:val="28"/>
          </w:rPr>
          <w:t>https://sites.google.com/site/117mif/mif---2014</w:t>
        </w:r>
      </w:hyperlink>
      <w:r w:rsidRPr="00353E95">
        <w:rPr>
          <w:rFonts w:ascii="Times New Roman" w:hAnsi="Times New Roman" w:cs="Times New Roman"/>
          <w:sz w:val="28"/>
          <w:szCs w:val="28"/>
        </w:rPr>
        <w:t xml:space="preserve"> 15 декабря 2015 г.</w:t>
      </w:r>
    </w:p>
    <w:p w:rsidR="00123A97" w:rsidRPr="00353E95" w:rsidRDefault="00123A97" w:rsidP="00353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23A97" w:rsidRPr="00353E95" w:rsidRDefault="00123A97" w:rsidP="00353E9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53E95">
        <w:rPr>
          <w:rFonts w:ascii="Times New Roman" w:hAnsi="Times New Roman" w:cs="Times New Roman"/>
          <w:b/>
          <w:bCs/>
          <w:sz w:val="28"/>
          <w:szCs w:val="28"/>
        </w:rPr>
        <w:t>7. Финансирование.</w:t>
      </w:r>
    </w:p>
    <w:p w:rsidR="00123A97" w:rsidRPr="00353E95" w:rsidRDefault="00123A97" w:rsidP="00353E9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>7.1. Финансирование Конкурса осуществляется за счет субсидий, выделенных на проведение общегородских мероприятий муниципальным автономными и бюджетными учреждениями, учредителем которых является Управление образования Администрации города Екатеринбурга согласно п. 3.2. Ведомственной целевой программы «Модернизация системы общего образования в условиях введения федеральных государственных образовательных стандартов» на 2015 год, допускается использование средств социальных партнеров.</w:t>
      </w:r>
    </w:p>
    <w:p w:rsidR="00123A97" w:rsidRPr="00353E95" w:rsidRDefault="00123A97" w:rsidP="00353E95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123A97" w:rsidRPr="00353E95" w:rsidRDefault="00123A97" w:rsidP="00353E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3E95">
        <w:rPr>
          <w:rFonts w:ascii="Times New Roman" w:hAnsi="Times New Roman" w:cs="Times New Roman"/>
          <w:b/>
          <w:bCs/>
          <w:sz w:val="28"/>
          <w:szCs w:val="28"/>
        </w:rPr>
        <w:t>8. Данные об организаторах конкурса.</w:t>
      </w:r>
    </w:p>
    <w:p w:rsidR="00123A97" w:rsidRPr="00353E95" w:rsidRDefault="00123A97" w:rsidP="00353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 xml:space="preserve">8.1. МБОУ СОШ № 117. Адрес: г. Екатеринбург, пер. Черниговский, 8. </w:t>
      </w:r>
    </w:p>
    <w:p w:rsidR="00123A97" w:rsidRPr="00353E95" w:rsidRDefault="00123A97" w:rsidP="00353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 xml:space="preserve">Телефон школы 333-50-85. </w:t>
      </w:r>
      <w:r w:rsidRPr="00353E9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353E95">
        <w:rPr>
          <w:rFonts w:ascii="Times New Roman" w:hAnsi="Times New Roman" w:cs="Times New Roman"/>
          <w:sz w:val="28"/>
          <w:szCs w:val="28"/>
        </w:rPr>
        <w:t>-</w:t>
      </w:r>
      <w:r w:rsidRPr="00353E95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353E95">
        <w:rPr>
          <w:rFonts w:ascii="Times New Roman" w:hAnsi="Times New Roman" w:cs="Times New Roman"/>
          <w:sz w:val="28"/>
          <w:szCs w:val="28"/>
        </w:rPr>
        <w:t xml:space="preserve">: </w:t>
      </w:r>
      <w:hyperlink r:id="rId13" w:history="1">
        <w:r w:rsidRPr="00353E95">
          <w:rPr>
            <w:rFonts w:ascii="Times New Roman" w:hAnsi="Times New Roman" w:cs="Times New Roman"/>
            <w:sz w:val="28"/>
            <w:szCs w:val="28"/>
            <w:lang w:val="en-US"/>
          </w:rPr>
          <w:t>school</w:t>
        </w:r>
        <w:r w:rsidRPr="00353E95">
          <w:rPr>
            <w:rFonts w:ascii="Times New Roman" w:hAnsi="Times New Roman" w:cs="Times New Roman"/>
            <w:sz w:val="28"/>
            <w:szCs w:val="28"/>
          </w:rPr>
          <w:t>_06117@</w:t>
        </w:r>
        <w:r w:rsidRPr="00353E95">
          <w:rPr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353E95">
          <w:rPr>
            <w:rFonts w:ascii="Times New Roman" w:hAnsi="Times New Roman" w:cs="Times New Roman"/>
            <w:sz w:val="28"/>
            <w:szCs w:val="28"/>
          </w:rPr>
          <w:t>.</w:t>
        </w:r>
        <w:r w:rsidRPr="00353E95">
          <w:rPr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123A97" w:rsidRPr="00353E95" w:rsidRDefault="00123A97" w:rsidP="00353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>Сайт школы: 117.</w:t>
      </w:r>
      <w:r w:rsidRPr="00353E95">
        <w:rPr>
          <w:rFonts w:ascii="Times New Roman" w:hAnsi="Times New Roman" w:cs="Times New Roman"/>
          <w:sz w:val="28"/>
          <w:szCs w:val="28"/>
          <w:lang w:val="en-US"/>
        </w:rPr>
        <w:t>uralschool</w:t>
      </w:r>
      <w:r w:rsidRPr="00353E95">
        <w:rPr>
          <w:rFonts w:ascii="Times New Roman" w:hAnsi="Times New Roman" w:cs="Times New Roman"/>
          <w:sz w:val="28"/>
          <w:szCs w:val="28"/>
        </w:rPr>
        <w:t>.</w:t>
      </w:r>
      <w:r w:rsidRPr="00353E95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123A97" w:rsidRPr="00353E95" w:rsidRDefault="00123A97" w:rsidP="00353E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>Email проекта: 117.mif@gmail.com</w:t>
      </w:r>
    </w:p>
    <w:p w:rsidR="00123A97" w:rsidRPr="00353E95" w:rsidRDefault="00123A97" w:rsidP="00353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 xml:space="preserve">Сайт проекта: </w:t>
      </w:r>
      <w:hyperlink r:id="rId14" w:history="1">
        <w:r w:rsidRPr="00353E95">
          <w:rPr>
            <w:rStyle w:val="Hyperlink"/>
            <w:rFonts w:ascii="Times New Roman" w:hAnsi="Times New Roman" w:cs="Times New Roman"/>
            <w:sz w:val="28"/>
            <w:szCs w:val="28"/>
          </w:rPr>
          <w:t>https://sites.google.com/site/117mif/mif---2014</w:t>
        </w:r>
      </w:hyperlink>
    </w:p>
    <w:p w:rsidR="00123A97" w:rsidRPr="00353E95" w:rsidRDefault="00123A97" w:rsidP="00353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>Директор МБОУ СОШ № 117: Меньшенина Жанна Михайловна.</w:t>
      </w:r>
    </w:p>
    <w:p w:rsidR="00123A97" w:rsidRPr="00353E95" w:rsidRDefault="00123A97" w:rsidP="00353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 xml:space="preserve">8.2. Ответственный за проведение мероприятия: Малыгина Татьяна Вячеславовна, учитель математики МБОУ СОШ № 117. Тел. 8-908-63-66-979, </w:t>
      </w:r>
      <w:r w:rsidRPr="00353E9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353E95">
        <w:rPr>
          <w:rFonts w:ascii="Times New Roman" w:hAnsi="Times New Roman" w:cs="Times New Roman"/>
          <w:sz w:val="28"/>
          <w:szCs w:val="28"/>
        </w:rPr>
        <w:t>-</w:t>
      </w:r>
      <w:r w:rsidRPr="00353E95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353E95">
        <w:rPr>
          <w:rFonts w:ascii="Times New Roman" w:hAnsi="Times New Roman" w:cs="Times New Roman"/>
          <w:sz w:val="28"/>
          <w:szCs w:val="28"/>
        </w:rPr>
        <w:t xml:space="preserve">: </w:t>
      </w:r>
      <w:r w:rsidRPr="00353E95">
        <w:rPr>
          <w:rFonts w:ascii="Times New Roman" w:hAnsi="Times New Roman" w:cs="Times New Roman"/>
          <w:sz w:val="28"/>
          <w:szCs w:val="28"/>
          <w:lang w:val="en-US"/>
        </w:rPr>
        <w:t>malyginatv</w:t>
      </w:r>
      <w:r w:rsidRPr="00353E95">
        <w:rPr>
          <w:rFonts w:ascii="Times New Roman" w:hAnsi="Times New Roman" w:cs="Times New Roman"/>
          <w:sz w:val="28"/>
          <w:szCs w:val="28"/>
        </w:rPr>
        <w:t>@</w:t>
      </w:r>
      <w:r w:rsidRPr="00353E95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353E95">
        <w:rPr>
          <w:rFonts w:ascii="Times New Roman" w:hAnsi="Times New Roman" w:cs="Times New Roman"/>
          <w:sz w:val="28"/>
          <w:szCs w:val="28"/>
        </w:rPr>
        <w:t>.</w:t>
      </w:r>
      <w:r w:rsidRPr="00353E95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353E95">
        <w:rPr>
          <w:rFonts w:ascii="Times New Roman" w:hAnsi="Times New Roman" w:cs="Times New Roman"/>
          <w:sz w:val="28"/>
          <w:szCs w:val="28"/>
        </w:rPr>
        <w:t>.</w:t>
      </w:r>
    </w:p>
    <w:p w:rsidR="00123A97" w:rsidRPr="00353E95" w:rsidRDefault="00123A97" w:rsidP="00353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23A97" w:rsidRPr="00353E95" w:rsidRDefault="00123A97" w:rsidP="00353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>Проезд до школы: метро «Уралмаш»: трамваи №8,17,22,24 до остановки «Библиотека», маршрутное такси №60, 33,автобус №08, 36 до остановки «Диагностический центр» ИЛИ трамваи №6,19,23 до остановки «Диагностический центр».</w:t>
      </w:r>
    </w:p>
    <w:p w:rsidR="00123A97" w:rsidRPr="00353E95" w:rsidRDefault="00123A97" w:rsidP="00353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23A97" w:rsidRPr="00353E95" w:rsidRDefault="00123A97" w:rsidP="00353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23A97" w:rsidRPr="00353E95" w:rsidRDefault="00123A97" w:rsidP="00353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23A97" w:rsidRPr="00353E95" w:rsidRDefault="00123A97" w:rsidP="00353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23A97" w:rsidRPr="00353E95" w:rsidRDefault="00123A97" w:rsidP="00353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23A97" w:rsidRPr="00353E95" w:rsidRDefault="00123A97" w:rsidP="00353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23A97" w:rsidRPr="00353E95" w:rsidRDefault="00123A97" w:rsidP="00353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23A97" w:rsidRPr="00353E95" w:rsidRDefault="00123A97" w:rsidP="00353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23A97" w:rsidRPr="00353E95" w:rsidRDefault="00123A97" w:rsidP="00353E95">
      <w:pPr>
        <w:spacing w:after="0" w:line="240" w:lineRule="auto"/>
        <w:ind w:firstLine="720"/>
        <w:jc w:val="right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br w:type="page"/>
      </w:r>
      <w:r w:rsidRPr="00353E95">
        <w:rPr>
          <w:rFonts w:ascii="Times New Roman" w:hAnsi="Times New Roman" w:cs="Times New Roman"/>
          <w:b/>
          <w:bCs/>
          <w:sz w:val="28"/>
          <w:szCs w:val="28"/>
        </w:rPr>
        <w:t>Приложение № 1</w:t>
      </w:r>
    </w:p>
    <w:p w:rsidR="00123A97" w:rsidRPr="00353E95" w:rsidRDefault="00123A97" w:rsidP="00353E95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123A97" w:rsidRPr="00353E95" w:rsidRDefault="00123A97" w:rsidP="00353E95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>Состав оргкомитета конкурса «МИФ. 2015»</w:t>
      </w:r>
    </w:p>
    <w:p w:rsidR="00123A97" w:rsidRPr="00353E95" w:rsidRDefault="00123A97" w:rsidP="00353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69"/>
        <w:gridCol w:w="3693"/>
        <w:gridCol w:w="5017"/>
      </w:tblGrid>
      <w:tr w:rsidR="00123A97" w:rsidRPr="00353E95">
        <w:tc>
          <w:tcPr>
            <w:tcW w:w="753" w:type="dxa"/>
          </w:tcPr>
          <w:p w:rsidR="00123A97" w:rsidRPr="00353E95" w:rsidRDefault="00123A97" w:rsidP="00353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E95">
              <w:rPr>
                <w:rFonts w:ascii="Times New Roman" w:hAnsi="Times New Roman" w:cs="Times New Roman"/>
                <w:sz w:val="24"/>
                <w:szCs w:val="24"/>
              </w:rPr>
              <w:t>№п\п</w:t>
            </w:r>
          </w:p>
        </w:tc>
        <w:tc>
          <w:tcPr>
            <w:tcW w:w="3693" w:type="dxa"/>
          </w:tcPr>
          <w:p w:rsidR="00123A97" w:rsidRPr="00353E95" w:rsidRDefault="00123A97" w:rsidP="00353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E95">
              <w:rPr>
                <w:rFonts w:ascii="Times New Roman" w:hAnsi="Times New Roman" w:cs="Times New Roman"/>
                <w:sz w:val="24"/>
                <w:szCs w:val="24"/>
              </w:rPr>
              <w:t>Ф.И.О. педагога</w:t>
            </w:r>
          </w:p>
        </w:tc>
        <w:tc>
          <w:tcPr>
            <w:tcW w:w="5017" w:type="dxa"/>
          </w:tcPr>
          <w:p w:rsidR="00123A97" w:rsidRPr="00353E95" w:rsidRDefault="00123A97" w:rsidP="00353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E9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</w:tr>
      <w:tr w:rsidR="00123A97" w:rsidRPr="00353E95">
        <w:tc>
          <w:tcPr>
            <w:tcW w:w="753" w:type="dxa"/>
          </w:tcPr>
          <w:p w:rsidR="00123A97" w:rsidRPr="00353E95" w:rsidRDefault="00123A97" w:rsidP="00353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E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3" w:type="dxa"/>
          </w:tcPr>
          <w:p w:rsidR="00123A97" w:rsidRPr="00353E95" w:rsidRDefault="00123A97" w:rsidP="00353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E95">
              <w:rPr>
                <w:rFonts w:ascii="Times New Roman" w:hAnsi="Times New Roman" w:cs="Times New Roman"/>
                <w:sz w:val="24"/>
                <w:szCs w:val="24"/>
              </w:rPr>
              <w:t xml:space="preserve">Меньшенина Жанна Михайловна </w:t>
            </w:r>
          </w:p>
        </w:tc>
        <w:tc>
          <w:tcPr>
            <w:tcW w:w="5017" w:type="dxa"/>
          </w:tcPr>
          <w:p w:rsidR="00123A97" w:rsidRPr="00353E95" w:rsidRDefault="00123A97" w:rsidP="00353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E95">
              <w:rPr>
                <w:rFonts w:ascii="Times New Roman" w:hAnsi="Times New Roman" w:cs="Times New Roman"/>
                <w:sz w:val="24"/>
                <w:szCs w:val="24"/>
              </w:rPr>
              <w:t>Директор МБОУ СОШ № 117</w:t>
            </w:r>
          </w:p>
        </w:tc>
      </w:tr>
      <w:tr w:rsidR="00123A97" w:rsidRPr="00353E95">
        <w:tc>
          <w:tcPr>
            <w:tcW w:w="753" w:type="dxa"/>
          </w:tcPr>
          <w:p w:rsidR="00123A97" w:rsidRPr="00353E95" w:rsidRDefault="00123A97" w:rsidP="00353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E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93" w:type="dxa"/>
          </w:tcPr>
          <w:p w:rsidR="00123A97" w:rsidRPr="00353E95" w:rsidRDefault="00123A97" w:rsidP="00353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E95">
              <w:rPr>
                <w:rFonts w:ascii="Times New Roman" w:hAnsi="Times New Roman" w:cs="Times New Roman"/>
                <w:sz w:val="24"/>
                <w:szCs w:val="24"/>
              </w:rPr>
              <w:t>Малыгина Татьяна Вячеславовна</w:t>
            </w:r>
          </w:p>
        </w:tc>
        <w:tc>
          <w:tcPr>
            <w:tcW w:w="5017" w:type="dxa"/>
          </w:tcPr>
          <w:p w:rsidR="00123A97" w:rsidRPr="00353E95" w:rsidRDefault="00123A97" w:rsidP="00353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E95">
              <w:rPr>
                <w:rFonts w:ascii="Times New Roman" w:hAnsi="Times New Roman" w:cs="Times New Roman"/>
                <w:sz w:val="24"/>
                <w:szCs w:val="24"/>
              </w:rPr>
              <w:t>Учитель математики первой квалификационной категории МБОУ СОШ № 117</w:t>
            </w:r>
          </w:p>
        </w:tc>
      </w:tr>
      <w:tr w:rsidR="00123A97" w:rsidRPr="00353E95">
        <w:tc>
          <w:tcPr>
            <w:tcW w:w="753" w:type="dxa"/>
          </w:tcPr>
          <w:p w:rsidR="00123A97" w:rsidRPr="00353E95" w:rsidRDefault="00123A97" w:rsidP="00353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E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93" w:type="dxa"/>
          </w:tcPr>
          <w:p w:rsidR="00123A97" w:rsidRPr="00353E95" w:rsidRDefault="00123A97" w:rsidP="00353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E95">
              <w:rPr>
                <w:rFonts w:ascii="Times New Roman" w:hAnsi="Times New Roman" w:cs="Times New Roman"/>
                <w:sz w:val="24"/>
                <w:szCs w:val="24"/>
              </w:rPr>
              <w:t>Котомцева Анастасия Игоревна</w:t>
            </w:r>
          </w:p>
        </w:tc>
        <w:tc>
          <w:tcPr>
            <w:tcW w:w="5017" w:type="dxa"/>
          </w:tcPr>
          <w:p w:rsidR="00123A97" w:rsidRPr="00353E95" w:rsidRDefault="00123A97" w:rsidP="00353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E95">
              <w:rPr>
                <w:rFonts w:ascii="Times New Roman" w:hAnsi="Times New Roman" w:cs="Times New Roman"/>
                <w:sz w:val="24"/>
                <w:szCs w:val="24"/>
              </w:rPr>
              <w:t>Учитель информатики первой квалификационной категории МБОУ СОШ № 117</w:t>
            </w:r>
          </w:p>
        </w:tc>
      </w:tr>
      <w:tr w:rsidR="00123A97" w:rsidRPr="00353E95">
        <w:tc>
          <w:tcPr>
            <w:tcW w:w="753" w:type="dxa"/>
          </w:tcPr>
          <w:p w:rsidR="00123A97" w:rsidRPr="00353E95" w:rsidRDefault="00123A97" w:rsidP="00353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E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93" w:type="dxa"/>
          </w:tcPr>
          <w:p w:rsidR="00123A97" w:rsidRPr="00353E95" w:rsidRDefault="00123A97" w:rsidP="00353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E95">
              <w:rPr>
                <w:rFonts w:ascii="Times New Roman" w:hAnsi="Times New Roman" w:cs="Times New Roman"/>
                <w:sz w:val="24"/>
                <w:szCs w:val="24"/>
              </w:rPr>
              <w:t>Лахтина Вера Анатольевна</w:t>
            </w:r>
          </w:p>
        </w:tc>
        <w:tc>
          <w:tcPr>
            <w:tcW w:w="5017" w:type="dxa"/>
          </w:tcPr>
          <w:p w:rsidR="00123A97" w:rsidRPr="00353E95" w:rsidRDefault="00123A97" w:rsidP="00353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E95">
              <w:rPr>
                <w:rFonts w:ascii="Times New Roman" w:hAnsi="Times New Roman" w:cs="Times New Roman"/>
                <w:sz w:val="24"/>
                <w:szCs w:val="24"/>
              </w:rPr>
              <w:t>Учитель физики первой квалификационной категории МБОУ СОШ № 117</w:t>
            </w:r>
          </w:p>
        </w:tc>
      </w:tr>
      <w:tr w:rsidR="00123A97" w:rsidRPr="00353E95">
        <w:tc>
          <w:tcPr>
            <w:tcW w:w="753" w:type="dxa"/>
          </w:tcPr>
          <w:p w:rsidR="00123A97" w:rsidRPr="00353E95" w:rsidRDefault="00123A97" w:rsidP="00353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E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93" w:type="dxa"/>
          </w:tcPr>
          <w:p w:rsidR="00123A97" w:rsidRPr="00353E95" w:rsidRDefault="00123A97" w:rsidP="00353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E95">
              <w:rPr>
                <w:rFonts w:ascii="Times New Roman" w:hAnsi="Times New Roman" w:cs="Times New Roman"/>
                <w:sz w:val="24"/>
                <w:szCs w:val="24"/>
              </w:rPr>
              <w:t>Борис Светлана Анатольевна</w:t>
            </w:r>
          </w:p>
        </w:tc>
        <w:tc>
          <w:tcPr>
            <w:tcW w:w="5017" w:type="dxa"/>
          </w:tcPr>
          <w:p w:rsidR="00123A97" w:rsidRPr="00353E95" w:rsidRDefault="00123A97" w:rsidP="00353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E95">
              <w:rPr>
                <w:rFonts w:ascii="Times New Roman" w:hAnsi="Times New Roman" w:cs="Times New Roman"/>
                <w:sz w:val="24"/>
                <w:szCs w:val="24"/>
              </w:rPr>
              <w:t>Учитель физики высшей квалификационной категории МАОУ СОШ № 167, руководитель РМО учителей физики Орджоникидзевского района</w:t>
            </w:r>
          </w:p>
        </w:tc>
      </w:tr>
    </w:tbl>
    <w:p w:rsidR="00123A97" w:rsidRPr="00353E95" w:rsidRDefault="00123A97" w:rsidP="00353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23A97" w:rsidRPr="00353E95" w:rsidRDefault="00123A97" w:rsidP="00353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23A97" w:rsidRPr="00353E95" w:rsidRDefault="00123A97" w:rsidP="00353E95">
      <w:pPr>
        <w:spacing w:after="0" w:line="240" w:lineRule="auto"/>
        <w:ind w:firstLine="720"/>
        <w:jc w:val="right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br w:type="page"/>
      </w:r>
      <w:r w:rsidRPr="00353E95">
        <w:rPr>
          <w:rFonts w:ascii="Times New Roman" w:hAnsi="Times New Roman" w:cs="Times New Roman"/>
          <w:b/>
          <w:bCs/>
          <w:sz w:val="28"/>
          <w:szCs w:val="28"/>
        </w:rPr>
        <w:t>Приложение № 2</w:t>
      </w:r>
    </w:p>
    <w:p w:rsidR="00123A97" w:rsidRPr="00353E95" w:rsidRDefault="00123A97" w:rsidP="00353E95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123A97" w:rsidRPr="00353E95" w:rsidRDefault="00123A97" w:rsidP="00353E95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>ЗАЯВКА</w:t>
      </w:r>
    </w:p>
    <w:p w:rsidR="00123A97" w:rsidRPr="00353E95" w:rsidRDefault="00123A97" w:rsidP="00353E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>на участие в заочном туре городского конкурса «МИФ. 2015»</w:t>
      </w:r>
    </w:p>
    <w:p w:rsidR="00123A97" w:rsidRPr="00353E95" w:rsidRDefault="00123A97" w:rsidP="00353E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>Название ОУ________</w:t>
      </w:r>
    </w:p>
    <w:p w:rsidR="00123A97" w:rsidRPr="00353E95" w:rsidRDefault="00123A97" w:rsidP="00353E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>Район______________</w:t>
      </w:r>
    </w:p>
    <w:p w:rsidR="00123A97" w:rsidRPr="00353E95" w:rsidRDefault="00123A97" w:rsidP="00353E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>Телефон ОУ ________</w:t>
      </w:r>
    </w:p>
    <w:p w:rsidR="00123A97" w:rsidRPr="00353E95" w:rsidRDefault="00123A97" w:rsidP="00353E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353E95">
        <w:rPr>
          <w:rFonts w:ascii="Times New Roman" w:hAnsi="Times New Roman" w:cs="Times New Roman"/>
          <w:sz w:val="28"/>
          <w:szCs w:val="28"/>
        </w:rPr>
        <w:t>-</w:t>
      </w:r>
      <w:r w:rsidRPr="00353E95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353E95">
        <w:rPr>
          <w:rFonts w:ascii="Times New Roman" w:hAnsi="Times New Roman" w:cs="Times New Roman"/>
          <w:sz w:val="28"/>
          <w:szCs w:val="28"/>
        </w:rPr>
        <w:t>______________</w:t>
      </w:r>
    </w:p>
    <w:p w:rsidR="00123A97" w:rsidRPr="00353E95" w:rsidRDefault="00123A97" w:rsidP="00353E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4456"/>
        <w:gridCol w:w="916"/>
      </w:tblGrid>
      <w:tr w:rsidR="00123A97" w:rsidRPr="00353E95">
        <w:tc>
          <w:tcPr>
            <w:tcW w:w="959" w:type="dxa"/>
          </w:tcPr>
          <w:p w:rsidR="00123A97" w:rsidRPr="00353E95" w:rsidRDefault="00123A97" w:rsidP="00353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3E95">
              <w:rPr>
                <w:rFonts w:ascii="Times New Roman" w:hAnsi="Times New Roman" w:cs="Times New Roman"/>
                <w:sz w:val="28"/>
                <w:szCs w:val="28"/>
              </w:rPr>
              <w:t>№ п\п</w:t>
            </w:r>
          </w:p>
        </w:tc>
        <w:tc>
          <w:tcPr>
            <w:tcW w:w="4456" w:type="dxa"/>
          </w:tcPr>
          <w:p w:rsidR="00123A97" w:rsidRPr="00353E95" w:rsidRDefault="00123A97" w:rsidP="00353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3E95">
              <w:rPr>
                <w:rFonts w:ascii="Times New Roman" w:hAnsi="Times New Roman" w:cs="Times New Roman"/>
                <w:sz w:val="28"/>
                <w:szCs w:val="28"/>
              </w:rPr>
              <w:t>Фамилия, имя</w:t>
            </w:r>
          </w:p>
          <w:p w:rsidR="00123A97" w:rsidRPr="00353E95" w:rsidRDefault="00123A97" w:rsidP="00353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3E95">
              <w:rPr>
                <w:rFonts w:ascii="Times New Roman" w:hAnsi="Times New Roman" w:cs="Times New Roman"/>
                <w:sz w:val="28"/>
                <w:szCs w:val="28"/>
              </w:rPr>
              <w:t>участника заочного тура конкурса</w:t>
            </w:r>
          </w:p>
        </w:tc>
        <w:tc>
          <w:tcPr>
            <w:tcW w:w="916" w:type="dxa"/>
          </w:tcPr>
          <w:p w:rsidR="00123A97" w:rsidRPr="00353E95" w:rsidRDefault="00123A97" w:rsidP="00353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3E95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</w:tr>
    </w:tbl>
    <w:p w:rsidR="00123A97" w:rsidRPr="00353E95" w:rsidRDefault="00123A97" w:rsidP="00353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23A97" w:rsidRPr="00353E95" w:rsidRDefault="00123A97" w:rsidP="00353E9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>ФИО (полностью) директора ОУ__________</w:t>
      </w:r>
    </w:p>
    <w:p w:rsidR="00123A97" w:rsidRPr="00353E95" w:rsidRDefault="00123A97" w:rsidP="00353E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>Организатор конкурсов в ОУ: (ФИО полностью)_______, телефон__________</w:t>
      </w:r>
    </w:p>
    <w:p w:rsidR="00123A97" w:rsidRPr="00353E95" w:rsidRDefault="00123A97" w:rsidP="00353E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>Согласия на обработку данных участников конкурса прилагаются.</w:t>
      </w:r>
    </w:p>
    <w:p w:rsidR="00123A97" w:rsidRPr="00353E95" w:rsidRDefault="00123A97" w:rsidP="00353E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3A97" w:rsidRPr="00353E95" w:rsidRDefault="00123A97" w:rsidP="00353E9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3E95">
        <w:rPr>
          <w:rFonts w:ascii="Times New Roman" w:hAnsi="Times New Roman" w:cs="Times New Roman"/>
          <w:sz w:val="28"/>
          <w:szCs w:val="28"/>
        </w:rPr>
        <w:t>В теме письма обязательно указать «заявка на конкурс МИФ, номер школы, район».</w:t>
      </w:r>
    </w:p>
    <w:p w:rsidR="00123A97" w:rsidRPr="00353E95" w:rsidRDefault="00123A97" w:rsidP="00353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23A97" w:rsidRPr="00353E95" w:rsidRDefault="00123A97" w:rsidP="00353E95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123A97" w:rsidRPr="00353E95" w:rsidRDefault="00123A97" w:rsidP="00353E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23A97" w:rsidRPr="00353E95" w:rsidSect="000C397C">
      <w:pgSz w:w="11906" w:h="16838"/>
      <w:pgMar w:top="1134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F09FD"/>
    <w:multiLevelType w:val="hybridMultilevel"/>
    <w:tmpl w:val="B84498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>
    <w:nsid w:val="2425524F"/>
    <w:multiLevelType w:val="hybridMultilevel"/>
    <w:tmpl w:val="EAE26C6A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30" w:hanging="360"/>
      </w:pPr>
      <w:rPr>
        <w:rFonts w:ascii="Wingdings" w:hAnsi="Wingdings" w:cs="Wingdings" w:hint="default"/>
      </w:rPr>
    </w:lvl>
  </w:abstractNum>
  <w:abstractNum w:abstractNumId="2">
    <w:nsid w:val="72EA4B1F"/>
    <w:multiLevelType w:val="hybridMultilevel"/>
    <w:tmpl w:val="5B4A94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16E0"/>
    <w:rsid w:val="00033C0E"/>
    <w:rsid w:val="000720CC"/>
    <w:rsid w:val="000917A7"/>
    <w:rsid w:val="000C397C"/>
    <w:rsid w:val="000F4FEF"/>
    <w:rsid w:val="00123A97"/>
    <w:rsid w:val="00125A34"/>
    <w:rsid w:val="00223C8B"/>
    <w:rsid w:val="00223D24"/>
    <w:rsid w:val="00340E2B"/>
    <w:rsid w:val="00353E95"/>
    <w:rsid w:val="00383471"/>
    <w:rsid w:val="00465D59"/>
    <w:rsid w:val="00603997"/>
    <w:rsid w:val="00634B57"/>
    <w:rsid w:val="00670C98"/>
    <w:rsid w:val="0078160A"/>
    <w:rsid w:val="007B3FCC"/>
    <w:rsid w:val="007B45BF"/>
    <w:rsid w:val="007D4A56"/>
    <w:rsid w:val="007E0550"/>
    <w:rsid w:val="008516E0"/>
    <w:rsid w:val="00884DBF"/>
    <w:rsid w:val="008E5F5C"/>
    <w:rsid w:val="009527B7"/>
    <w:rsid w:val="009C40EB"/>
    <w:rsid w:val="00AC48BF"/>
    <w:rsid w:val="00B12A3F"/>
    <w:rsid w:val="00BA4DAE"/>
    <w:rsid w:val="00C47184"/>
    <w:rsid w:val="00C6627C"/>
    <w:rsid w:val="00E07F4B"/>
    <w:rsid w:val="00E92BCE"/>
    <w:rsid w:val="00E9758E"/>
    <w:rsid w:val="00F2222F"/>
    <w:rsid w:val="00FA5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997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1">
    <w:name w:val="Сетка таблицы1"/>
    <w:uiPriority w:val="99"/>
    <w:rsid w:val="00E9758E"/>
    <w:rPr>
      <w:rFonts w:eastAsia="Times New Roman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E9758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7B3FCC"/>
    <w:rPr>
      <w:rFonts w:eastAsia="Times New Roman" w:cs="Calibri"/>
    </w:rPr>
  </w:style>
  <w:style w:type="character" w:styleId="Hyperlink">
    <w:name w:val="Hyperlink"/>
    <w:basedOn w:val="DefaultParagraphFont"/>
    <w:uiPriority w:val="99"/>
    <w:rsid w:val="00E07F4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E07F4B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38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tes.google.com/site/117mif/mif---2014" TargetMode="External"/><Relationship Id="rId13" Type="http://schemas.openxmlformats.org/officeDocument/2006/relationships/hyperlink" Target="mailto:school_06117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117.uralschool.ru/info/26" TargetMode="External"/><Relationship Id="rId12" Type="http://schemas.openxmlformats.org/officeDocument/2006/relationships/hyperlink" Target="https://sites.google.com/site/117mif/mif---2014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sites.google.com/site/117mif/mif---2014" TargetMode="External"/><Relationship Id="rId11" Type="http://schemas.openxmlformats.org/officeDocument/2006/relationships/hyperlink" Target="https://sites.google.com/site/117mif/mif---2014" TargetMode="External"/><Relationship Id="rId5" Type="http://schemas.openxmlformats.org/officeDocument/2006/relationships/hyperlink" Target="https://sites.google.com/site/117mif/mif---2014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sites.google.com/site/117mif/mif---201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117.uralschool.ru/%20info/26" TargetMode="External"/><Relationship Id="rId14" Type="http://schemas.openxmlformats.org/officeDocument/2006/relationships/hyperlink" Target="https://sites.google.com/site/117mif/mif---2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145</TotalTime>
  <Pages>6</Pages>
  <Words>1383</Words>
  <Characters>7884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1</cp:lastModifiedBy>
  <cp:revision>9</cp:revision>
  <dcterms:created xsi:type="dcterms:W3CDTF">2015-06-23T11:39:00Z</dcterms:created>
  <dcterms:modified xsi:type="dcterms:W3CDTF">2015-09-28T06:27:00Z</dcterms:modified>
</cp:coreProperties>
</file>